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33D" w:rsidRDefault="00BF533D" w:rsidP="00144117">
      <w:pPr>
        <w:spacing w:after="0"/>
        <w:rPr>
          <w:lang w:val="en-CA"/>
        </w:rPr>
      </w:pPr>
      <w:smartTag w:uri="urn:schemas-microsoft-com:office:smarttags" w:element="address">
        <w:smartTag w:uri="urn:schemas-microsoft-com:office:smarttags" w:element="Street">
          <w:r>
            <w:rPr>
              <w:lang w:val="en-CA"/>
            </w:rPr>
            <w:t>344 Hochelaga St. West</w:t>
          </w:r>
        </w:smartTag>
      </w:smartTag>
    </w:p>
    <w:p w:rsidR="00BF533D" w:rsidRDefault="00BF533D" w:rsidP="00144117">
      <w:pPr>
        <w:spacing w:after="0"/>
        <w:rPr>
          <w:lang w:val="en-CA"/>
        </w:rPr>
      </w:pPr>
      <w:smartTag w:uri="urn:schemas-microsoft-com:office:smarttags" w:element="place">
        <w:smartTag w:uri="urn:schemas-microsoft-com:office:smarttags" w:element="City">
          <w:r>
            <w:rPr>
              <w:lang w:val="en-CA"/>
            </w:rPr>
            <w:t>Moose Jaw</w:t>
          </w:r>
        </w:smartTag>
        <w:r>
          <w:rPr>
            <w:lang w:val="en-CA"/>
          </w:rPr>
          <w:t xml:space="preserve">, </w:t>
        </w:r>
        <w:smartTag w:uri="urn:schemas-microsoft-com:office:smarttags" w:element="State">
          <w:r>
            <w:rPr>
              <w:lang w:val="en-CA"/>
            </w:rPr>
            <w:t>SK</w:t>
          </w:r>
        </w:smartTag>
        <w:r>
          <w:rPr>
            <w:lang w:val="en-CA"/>
          </w:rPr>
          <w:t xml:space="preserve"> </w:t>
        </w:r>
        <w:smartTag w:uri="urn:schemas-microsoft-com:office:smarttags" w:element="PostalCode">
          <w:r>
            <w:rPr>
              <w:lang w:val="en-CA"/>
            </w:rPr>
            <w:t>S6H 2G7</w:t>
          </w:r>
        </w:smartTag>
      </w:smartTag>
    </w:p>
    <w:p w:rsidR="00BF533D" w:rsidRDefault="00BF533D" w:rsidP="00144117">
      <w:pPr>
        <w:spacing w:after="0"/>
        <w:rPr>
          <w:lang w:val="en-CA"/>
        </w:rPr>
      </w:pPr>
      <w:r>
        <w:rPr>
          <w:lang w:val="en-CA"/>
        </w:rPr>
        <w:t>October 28, 2009</w:t>
      </w:r>
    </w:p>
    <w:p w:rsidR="00BF533D" w:rsidRDefault="00BF533D" w:rsidP="00144117">
      <w:pPr>
        <w:spacing w:after="0"/>
        <w:rPr>
          <w:lang w:val="en-CA"/>
        </w:rPr>
      </w:pPr>
    </w:p>
    <w:p w:rsidR="00BF533D" w:rsidRDefault="00BF533D" w:rsidP="00144117">
      <w:pPr>
        <w:spacing w:after="0"/>
        <w:rPr>
          <w:lang w:val="en-CA"/>
        </w:rPr>
      </w:pPr>
    </w:p>
    <w:p w:rsidR="00BF533D" w:rsidRDefault="00BF533D" w:rsidP="00144117">
      <w:pPr>
        <w:spacing w:after="0"/>
        <w:rPr>
          <w:lang w:val="en-CA"/>
        </w:rPr>
      </w:pPr>
    </w:p>
    <w:p w:rsidR="00BF533D" w:rsidRDefault="00BF533D" w:rsidP="00144117">
      <w:pPr>
        <w:spacing w:after="0"/>
        <w:rPr>
          <w:lang w:val="en-CA"/>
        </w:rPr>
      </w:pPr>
    </w:p>
    <w:p w:rsidR="00BF533D" w:rsidRDefault="00BF533D" w:rsidP="00144117">
      <w:pPr>
        <w:spacing w:after="0"/>
        <w:rPr>
          <w:lang w:val="en-CA"/>
        </w:rPr>
      </w:pPr>
    </w:p>
    <w:p w:rsidR="00BF533D" w:rsidRDefault="00BF533D" w:rsidP="00144117">
      <w:pPr>
        <w:spacing w:after="0"/>
        <w:rPr>
          <w:lang w:val="en-CA"/>
        </w:rPr>
      </w:pPr>
    </w:p>
    <w:p w:rsidR="00BF533D" w:rsidRDefault="00BF533D" w:rsidP="00144117">
      <w:pPr>
        <w:spacing w:after="0"/>
        <w:rPr>
          <w:lang w:val="en-CA"/>
        </w:rPr>
      </w:pPr>
      <w:r>
        <w:rPr>
          <w:lang w:val="en-CA"/>
        </w:rPr>
        <w:t>Dear Ronda</w:t>
      </w:r>
    </w:p>
    <w:p w:rsidR="00BF533D" w:rsidRDefault="00BF533D" w:rsidP="00144117">
      <w:pPr>
        <w:spacing w:after="0"/>
        <w:rPr>
          <w:lang w:val="en-CA"/>
        </w:rPr>
      </w:pPr>
    </w:p>
    <w:p w:rsidR="00BF533D" w:rsidRDefault="00BF533D" w:rsidP="00EA38B3">
      <w:pPr>
        <w:spacing w:after="0"/>
        <w:rPr>
          <w:lang w:val="en-CA"/>
        </w:rPr>
      </w:pPr>
      <w:r>
        <w:rPr>
          <w:lang w:val="en-CA"/>
        </w:rPr>
        <w:t>When I was little my father taught me that, “You can pick your friends, you can pick your nose, but you CAN’T pick your friends nose”….I guess that’s where Tianna and I went wrong!  I have made a great variety of friends that have impacted my life and made me the person I am today.  Tianna is the one friend that ever since I met her I don’t think I could live my life without her.  Ever since I met Tianna she made my life amazingly different! She told me that she always talked about me with her family at home and her mom begged and begged her to invite me out.  At that time, nobody told me that you were paralyzed, so I imagined this beautiful, tall, amazing woman.  Well I have to tell you, you are a beautiful, tall, and an out of this world amazing woman!  It doesn’t mean anything to me that you are in a wheelchair, you are who you are and nobody can change that! I appreciate you as my friend’s mother, a role model for me to look up to and a person that I feel comfortable talking to.</w:t>
      </w:r>
    </w:p>
    <w:p w:rsidR="00BF533D" w:rsidRDefault="00BF533D" w:rsidP="00144117">
      <w:pPr>
        <w:spacing w:after="0"/>
        <w:rPr>
          <w:lang w:val="en-CA"/>
        </w:rPr>
      </w:pPr>
    </w:p>
    <w:p w:rsidR="00BF533D" w:rsidRDefault="00BF533D" w:rsidP="00144117">
      <w:pPr>
        <w:spacing w:after="0"/>
        <w:rPr>
          <w:lang w:val="en-CA"/>
        </w:rPr>
      </w:pPr>
      <w:r>
        <w:rPr>
          <w:lang w:val="en-CA"/>
        </w:rPr>
        <w:t>It was the beginning of October when we got told we have to do a presentation on somebody with a challenge in their life, I immediately thought of you.  I knew that you would be totally willing to do this for us, and I would like to thank you a lot for that!</w:t>
      </w:r>
    </w:p>
    <w:p w:rsidR="00BF533D" w:rsidRDefault="00BF533D" w:rsidP="00144117">
      <w:pPr>
        <w:spacing w:after="0"/>
        <w:rPr>
          <w:lang w:val="en-CA"/>
        </w:rPr>
      </w:pPr>
    </w:p>
    <w:p w:rsidR="00BF533D" w:rsidRDefault="00BF533D" w:rsidP="00144117">
      <w:pPr>
        <w:spacing w:after="0"/>
        <w:rPr>
          <w:lang w:val="en-CA"/>
        </w:rPr>
      </w:pPr>
      <w:r>
        <w:rPr>
          <w:lang w:val="en-CA"/>
        </w:rPr>
        <w:t xml:space="preserve"> By doing this presentation, I have learned that life can change in an instant.  I learned that people that are paralyzed can do most things that I can, by learning about your challenge every time I meet somebody that is paralyzed I will let them do things by themselves and help them the ways I can to live life to the fullest. I learned about your history and learned more about your family.</w:t>
      </w:r>
    </w:p>
    <w:p w:rsidR="00BF533D" w:rsidRDefault="00BF533D" w:rsidP="00144117">
      <w:pPr>
        <w:spacing w:after="0"/>
        <w:rPr>
          <w:lang w:val="en-CA"/>
        </w:rPr>
      </w:pPr>
    </w:p>
    <w:p w:rsidR="00BF533D" w:rsidRDefault="00BF533D" w:rsidP="00144117">
      <w:pPr>
        <w:spacing w:after="0"/>
        <w:rPr>
          <w:lang w:val="en-CA"/>
        </w:rPr>
      </w:pPr>
      <w:r>
        <w:rPr>
          <w:lang w:val="en-CA"/>
        </w:rPr>
        <w:t>Once again, thank you for doing this for us, I will always live life to the fullest and always think that life won’t always be perfect and to cherish what I have! You are my role model and I will always look up to you for everything that I do!  You will always be on my mind and in my heart!</w:t>
      </w:r>
    </w:p>
    <w:p w:rsidR="00BF533D" w:rsidRDefault="00BF533D" w:rsidP="00144117">
      <w:pPr>
        <w:spacing w:after="0"/>
        <w:rPr>
          <w:lang w:val="en-CA"/>
        </w:rPr>
      </w:pPr>
    </w:p>
    <w:p w:rsidR="00BF533D" w:rsidRDefault="00BF533D" w:rsidP="00144117">
      <w:pPr>
        <w:spacing w:after="0"/>
        <w:rPr>
          <w:lang w:val="en-CA"/>
        </w:rPr>
      </w:pPr>
      <w:r>
        <w:rPr>
          <w:lang w:val="en-CA"/>
        </w:rPr>
        <w:t>Love Forever</w:t>
      </w:r>
    </w:p>
    <w:p w:rsidR="00BF533D" w:rsidRDefault="00BF533D" w:rsidP="00144117">
      <w:pPr>
        <w:spacing w:after="0"/>
        <w:rPr>
          <w:lang w:val="en-CA"/>
        </w:rPr>
      </w:pPr>
    </w:p>
    <w:p w:rsidR="00BF533D" w:rsidRDefault="00BF533D" w:rsidP="00144117">
      <w:pPr>
        <w:spacing w:after="0"/>
        <w:rPr>
          <w:lang w:val="en-CA"/>
        </w:rPr>
      </w:pPr>
    </w:p>
    <w:p w:rsidR="00BF533D" w:rsidRDefault="00BF533D" w:rsidP="00144117">
      <w:pPr>
        <w:spacing w:after="0"/>
        <w:rPr>
          <w:lang w:val="en-CA"/>
        </w:rPr>
      </w:pPr>
      <w:r>
        <w:rPr>
          <w:lang w:val="en-CA"/>
        </w:rPr>
        <w:t>Jessie Moulding</w:t>
      </w:r>
    </w:p>
    <w:p w:rsidR="00BF533D" w:rsidRPr="00144117" w:rsidRDefault="00BF533D" w:rsidP="00144117">
      <w:pPr>
        <w:spacing w:after="0"/>
        <w:rPr>
          <w:lang w:val="en-CA"/>
        </w:rPr>
      </w:pPr>
    </w:p>
    <w:sectPr w:rsidR="00BF533D" w:rsidRPr="00144117" w:rsidSect="00AD09B9">
      <w:pgSz w:w="12240" w:h="15840"/>
      <w:pgMar w:top="216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44117"/>
    <w:rsid w:val="00047D90"/>
    <w:rsid w:val="00144117"/>
    <w:rsid w:val="001E7E23"/>
    <w:rsid w:val="004746AC"/>
    <w:rsid w:val="008F21CC"/>
    <w:rsid w:val="00921956"/>
    <w:rsid w:val="00922CB4"/>
    <w:rsid w:val="00A9320F"/>
    <w:rsid w:val="00AD09B9"/>
    <w:rsid w:val="00BF533D"/>
    <w:rsid w:val="00C40DCE"/>
    <w:rsid w:val="00DC6954"/>
    <w:rsid w:val="00E3384B"/>
    <w:rsid w:val="00EA38B3"/>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6AC"/>
    <w:pPr>
      <w:spacing w:after="200" w:line="276" w:lineRule="auto"/>
    </w:pPr>
    <w:rPr>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307</Words>
  <Characters>1752</Characters>
  <Application>Microsoft Office Outlook</Application>
  <DocSecurity>0</DocSecurity>
  <Lines>0</Lines>
  <Paragraphs>0</Paragraphs>
  <ScaleCrop>false</ScaleCrop>
  <Company>Prairie South School Division No.210</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344 Hochelaga St</dc:title>
  <dc:subject/>
  <dc:creator>moulding.jessica</dc:creator>
  <cp:keywords/>
  <dc:description/>
  <cp:lastModifiedBy>Jessica Moulding</cp:lastModifiedBy>
  <cp:revision>2</cp:revision>
  <dcterms:created xsi:type="dcterms:W3CDTF">2009-10-22T03:43:00Z</dcterms:created>
  <dcterms:modified xsi:type="dcterms:W3CDTF">2009-10-22T03:43:00Z</dcterms:modified>
</cp:coreProperties>
</file>